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534112" w:rsidRPr="00B0544D" w14:paraId="40E99A18" w14:textId="77777777" w:rsidTr="00541B04">
        <w:tc>
          <w:tcPr>
            <w:tcW w:w="1311" w:type="dxa"/>
          </w:tcPr>
          <w:p w14:paraId="4B62CC4D" w14:textId="77777777" w:rsidR="00534112" w:rsidRPr="00AB654C" w:rsidRDefault="00534112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28448090" w14:textId="77777777" w:rsidR="00534112" w:rsidRPr="00AB654C" w:rsidRDefault="00534112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6704DEF0" w14:textId="77777777" w:rsidR="00534112" w:rsidRPr="00AB654C" w:rsidRDefault="00534112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534112" w:rsidRPr="009146AD" w14:paraId="1B46B9E2" w14:textId="77777777" w:rsidTr="00541B04">
        <w:tc>
          <w:tcPr>
            <w:tcW w:w="1311" w:type="dxa"/>
          </w:tcPr>
          <w:p w14:paraId="5CC95CB0" w14:textId="77777777" w:rsidR="00534112" w:rsidRPr="00AB654C" w:rsidRDefault="00534112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33F5C134" w14:textId="77777777" w:rsidR="00534112" w:rsidRPr="00AB654C" w:rsidRDefault="00534112" w:rsidP="00541B04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Pannello 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fono -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>isolante St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ep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Combi Floor </w:t>
            </w:r>
            <w:r w:rsidRPr="00EF3A96">
              <w:rPr>
                <w:rFonts w:ascii="Poppins" w:hAnsi="Poppins" w:cs="Poppins"/>
                <w:color w:val="FF0000"/>
                <w:sz w:val="20"/>
              </w:rPr>
              <w:t>H30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PE-Xc 17x2</w:t>
            </w:r>
            <w:r w:rsidRPr="003D49C4">
              <w:rPr>
                <w:rFonts w:ascii="Poppins" w:hAnsi="Poppins" w:cs="Poppins"/>
                <w:sz w:val="20"/>
              </w:rPr>
              <w:t xml:space="preserve"> / </w:t>
            </w:r>
            <w:r w:rsidRPr="003D49C4">
              <w:rPr>
                <w:rFonts w:ascii="Poppins" w:hAnsi="Poppins" w:cs="Poppins"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color w:val="FFC000"/>
                <w:sz w:val="20"/>
              </w:rPr>
              <w:t>x</w:t>
            </w:r>
            <w:r w:rsidRPr="003D49C4">
              <w:rPr>
                <w:rFonts w:ascii="Poppins" w:hAnsi="Poppins" w:cs="Poppins"/>
                <w:color w:val="FFC000"/>
                <w:sz w:val="20"/>
              </w:rPr>
              <w:t>2</w:t>
            </w:r>
          </w:p>
        </w:tc>
        <w:tc>
          <w:tcPr>
            <w:tcW w:w="6101" w:type="dxa"/>
          </w:tcPr>
          <w:p w14:paraId="7601A5A1" w14:textId="77777777" w:rsidR="00534112" w:rsidRPr="00AB654C" w:rsidRDefault="00534112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383C051A" w14:textId="77777777" w:rsidR="00534112" w:rsidRPr="00AB654C" w:rsidRDefault="00534112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9C9AC6" w14:textId="77777777" w:rsidR="00534112" w:rsidRPr="00AB654C" w:rsidRDefault="00534112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1FEA8017" w14:textId="77777777" w:rsidR="00534112" w:rsidRPr="00AB654C" w:rsidRDefault="00534112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Pannello isolante in polietilene espanso (EPS</w:t>
            </w:r>
            <w:r>
              <w:rPr>
                <w:rFonts w:ascii="Poppins" w:hAnsi="Poppins" w:cs="Poppins"/>
              </w:rPr>
              <w:t>-T</w:t>
            </w:r>
            <w:r w:rsidRPr="00AB654C">
              <w:rPr>
                <w:rFonts w:ascii="Poppins" w:hAnsi="Poppins" w:cs="Poppins"/>
              </w:rPr>
              <w:t xml:space="preserve">) stampato </w:t>
            </w:r>
            <w:r>
              <w:rPr>
                <w:rFonts w:ascii="Poppins" w:hAnsi="Poppins" w:cs="Poppins"/>
              </w:rPr>
              <w:t>Step</w:t>
            </w:r>
            <w:r w:rsidRPr="00AB654C">
              <w:rPr>
                <w:rFonts w:ascii="Poppins" w:hAnsi="Poppins" w:cs="Poppins"/>
              </w:rPr>
              <w:t xml:space="preserve"> Combi Floor</w:t>
            </w:r>
            <w:r w:rsidRPr="00AB654C">
              <w:rPr>
                <w:rFonts w:ascii="Poppins" w:hAnsi="Poppins" w:cs="Poppins"/>
                <w:color w:val="00B050"/>
              </w:rPr>
              <w:t xml:space="preserve"> </w:t>
            </w:r>
            <w:r w:rsidRPr="009F7EC5">
              <w:rPr>
                <w:rFonts w:ascii="Poppins" w:hAnsi="Poppins" w:cs="Poppins"/>
              </w:rPr>
              <w:t>H30</w:t>
            </w:r>
            <w:r w:rsidRPr="00AB654C">
              <w:rPr>
                <w:rFonts w:ascii="Poppins" w:hAnsi="Poppins" w:cs="Poppins"/>
              </w:rPr>
              <w:t xml:space="preserve"> per isolamento termico</w:t>
            </w:r>
            <w:r>
              <w:rPr>
                <w:rFonts w:ascii="Poppins" w:hAnsi="Poppins" w:cs="Poppins"/>
              </w:rPr>
              <w:t xml:space="preserve"> ed acustico (da rumori di calpestio)</w:t>
            </w:r>
            <w:r w:rsidRPr="00AB654C">
              <w:rPr>
                <w:rFonts w:ascii="Poppins" w:hAnsi="Poppins" w:cs="Poppins"/>
              </w:rPr>
              <w:t xml:space="preserve"> per tubo 16x2 e 17x2 con superficie a bugne ed incastri cilindrici, accoppiato con film termoformato in polistirene rigido spessore 0,</w:t>
            </w:r>
            <w:r>
              <w:rPr>
                <w:rFonts w:ascii="Poppins" w:hAnsi="Poppins" w:cs="Poppins"/>
              </w:rPr>
              <w:t>51</w:t>
            </w:r>
            <w:r w:rsidRPr="00AB654C">
              <w:rPr>
                <w:rFonts w:ascii="Poppins" w:hAnsi="Poppins" w:cs="Poppins"/>
              </w:rPr>
              <w:t xml:space="preserve"> mm. Passo tubi 5 cm.</w:t>
            </w:r>
          </w:p>
          <w:p w14:paraId="0240A409" w14:textId="77777777" w:rsidR="00534112" w:rsidRPr="00AB654C" w:rsidRDefault="00534112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04E1B129" w14:textId="77777777" w:rsidR="00534112" w:rsidRPr="00AB654C" w:rsidRDefault="00534112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r w:rsidRPr="00AB654C">
              <w:rPr>
                <w:rFonts w:ascii="Poppins" w:hAnsi="Poppins" w:cs="Poppins"/>
                <w:color w:val="00B050"/>
              </w:rPr>
              <w:t>Alpert 16x2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</w:rPr>
              <w:t>PE-Xc 17x2</w:t>
            </w:r>
            <w:r w:rsidRPr="003D49C4">
              <w:rPr>
                <w:rFonts w:ascii="Poppins" w:hAnsi="Poppins" w:cs="Poppins"/>
              </w:rPr>
              <w:t xml:space="preserve"> / </w:t>
            </w:r>
            <w:r w:rsidRPr="003D49C4">
              <w:rPr>
                <w:rFonts w:ascii="Poppins" w:hAnsi="Poppins" w:cs="Poppins"/>
                <w:color w:val="FFC000"/>
              </w:rPr>
              <w:t>PE-RT 17</w:t>
            </w:r>
            <w:r>
              <w:rPr>
                <w:rFonts w:ascii="Poppins" w:hAnsi="Poppins" w:cs="Poppins"/>
                <w:color w:val="FFC000"/>
              </w:rPr>
              <w:t>x</w:t>
            </w:r>
            <w:r w:rsidRPr="003D49C4">
              <w:rPr>
                <w:rFonts w:ascii="Poppins" w:hAnsi="Poppins" w:cs="Poppins"/>
                <w:color w:val="FFC000"/>
              </w:rPr>
              <w:t>2</w:t>
            </w:r>
          </w:p>
          <w:p w14:paraId="615614BD" w14:textId="77777777" w:rsidR="00534112" w:rsidRPr="00AB654C" w:rsidRDefault="00534112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3E6672E3" w14:textId="66E73F5F" w:rsidR="00534112" w:rsidRDefault="00534112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5077045D" w14:textId="77777777" w:rsidR="00534112" w:rsidRPr="00534112" w:rsidRDefault="00534112" w:rsidP="00534112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7B525005" w14:textId="77777777" w:rsidR="00534112" w:rsidRPr="00AB654C" w:rsidRDefault="00534112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1FD4BCB1" w14:textId="77777777" w:rsidR="00534112" w:rsidRPr="00AB654C" w:rsidRDefault="00534112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F5782EE" w14:textId="77777777" w:rsidR="00534112" w:rsidRPr="00AB654C" w:rsidRDefault="00534112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>Pannello isolante St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>ep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Combi Floor </w:t>
            </w:r>
            <w:r w:rsidRPr="00EF3A96">
              <w:rPr>
                <w:rFonts w:ascii="Poppins" w:hAnsi="Poppins" w:cs="Poppins"/>
                <w:b/>
                <w:color w:val="FF0000"/>
                <w:sz w:val="20"/>
              </w:rPr>
              <w:t>H30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tubazione 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PE-Xc 17x2</w:t>
            </w:r>
            <w:r w:rsidRPr="003D49C4">
              <w:rPr>
                <w:rFonts w:ascii="Poppins" w:hAnsi="Poppins" w:cs="Poppins"/>
                <w:sz w:val="20"/>
              </w:rPr>
              <w:t xml:space="preserve"> </w:t>
            </w:r>
            <w:r w:rsidRPr="003D49C4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3D49C4">
              <w:rPr>
                <w:rFonts w:ascii="Poppins" w:hAnsi="Poppins" w:cs="Poppins"/>
                <w:b/>
                <w:bCs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b/>
                <w:bCs/>
                <w:color w:val="FFC000"/>
                <w:sz w:val="20"/>
              </w:rPr>
              <w:t>x</w:t>
            </w:r>
            <w:r w:rsidRPr="003D49C4">
              <w:rPr>
                <w:rFonts w:ascii="Poppins" w:hAnsi="Poppins" w:cs="Poppins"/>
                <w:b/>
                <w:bCs/>
                <w:color w:val="FFC000"/>
                <w:sz w:val="20"/>
              </w:rPr>
              <w:t>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762B8475" w14:textId="78983C50" w:rsidR="00534112" w:rsidRDefault="00534112"/>
    <w:p w14:paraId="034EB616" w14:textId="35D74AE2" w:rsidR="00534112" w:rsidRDefault="00534112"/>
    <w:p w14:paraId="1F6098F9" w14:textId="25EEAE74" w:rsidR="00534112" w:rsidRDefault="00534112"/>
    <w:p w14:paraId="50A769BD" w14:textId="77777777" w:rsidR="00534112" w:rsidRDefault="00534112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CF8F47D" w14:textId="77777777" w:rsidTr="00FD02BC">
        <w:tc>
          <w:tcPr>
            <w:tcW w:w="1311" w:type="dxa"/>
          </w:tcPr>
          <w:p w14:paraId="1C3849CA" w14:textId="77777777" w:rsidR="00757AC7" w:rsidRPr="00AB654C" w:rsidRDefault="00757AC7" w:rsidP="008C76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3673820E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08512B5B" w14:textId="77777777" w:rsidR="00757AC7" w:rsidRPr="00AB654C" w:rsidRDefault="00757AC7" w:rsidP="008C76B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211B8D" w14:paraId="3695FA0E" w14:textId="77777777" w:rsidTr="004A5ED3">
        <w:tc>
          <w:tcPr>
            <w:tcW w:w="1311" w:type="dxa"/>
          </w:tcPr>
          <w:p w14:paraId="01D59A91" w14:textId="0E80DC8A" w:rsidR="00AB654C" w:rsidRPr="00AB654C" w:rsidRDefault="00AB654C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</w:t>
            </w:r>
            <w:r w:rsidR="009F7EC5">
              <w:rPr>
                <w:rFonts w:ascii="Poppins" w:hAnsi="Poppins" w:cs="Poppins"/>
                <w:sz w:val="20"/>
              </w:rPr>
              <w:t>4098</w:t>
            </w:r>
          </w:p>
        </w:tc>
        <w:tc>
          <w:tcPr>
            <w:tcW w:w="2086" w:type="dxa"/>
          </w:tcPr>
          <w:p w14:paraId="2A7FE626" w14:textId="77777777" w:rsidR="00EF3A96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</w:t>
            </w:r>
            <w:r w:rsidR="009F7EC5">
              <w:rPr>
                <w:rFonts w:ascii="Poppins" w:hAnsi="Poppins" w:cs="Poppins"/>
                <w:sz w:val="20"/>
              </w:rPr>
              <w:t>fono</w:t>
            </w:r>
            <w:r w:rsidR="00F75899">
              <w:rPr>
                <w:rFonts w:ascii="Poppins" w:hAnsi="Poppins" w:cs="Poppins"/>
                <w:sz w:val="20"/>
              </w:rPr>
              <w:t>-</w:t>
            </w:r>
            <w:r w:rsidRPr="00AB654C">
              <w:rPr>
                <w:rFonts w:ascii="Poppins" w:hAnsi="Poppins" w:cs="Poppins"/>
                <w:sz w:val="20"/>
              </w:rPr>
              <w:t>isolante St</w:t>
            </w:r>
            <w:r w:rsidR="009F7EC5">
              <w:rPr>
                <w:rFonts w:ascii="Poppins" w:hAnsi="Poppins" w:cs="Poppins"/>
                <w:sz w:val="20"/>
              </w:rPr>
              <w:t>ep</w:t>
            </w:r>
            <w:r w:rsidR="00762AE7"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Combi Floor</w:t>
            </w:r>
          </w:p>
          <w:p w14:paraId="4094F85E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</w:t>
            </w:r>
            <w:r w:rsidR="009F7EC5">
              <w:rPr>
                <w:rFonts w:ascii="Poppins" w:hAnsi="Poppins" w:cs="Poppins"/>
                <w:sz w:val="20"/>
              </w:rPr>
              <w:t>30</w:t>
            </w:r>
            <w:r w:rsidR="00F75899">
              <w:rPr>
                <w:rFonts w:ascii="Poppins" w:hAnsi="Poppins" w:cs="Poppins"/>
                <w:sz w:val="20"/>
              </w:rPr>
              <w:t>-</w:t>
            </w:r>
            <w:r w:rsidR="009F7EC5">
              <w:rPr>
                <w:rFonts w:ascii="Poppins" w:hAnsi="Poppins" w:cs="Poppins"/>
                <w:sz w:val="20"/>
              </w:rPr>
              <w:t>2</w:t>
            </w:r>
          </w:p>
          <w:p w14:paraId="7A975DC0" w14:textId="50123A65" w:rsidR="00EF3A96" w:rsidRPr="00AB654C" w:rsidRDefault="00EF3A96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451706">
              <w:rPr>
                <w:rFonts w:ascii="Poppins" w:hAnsi="Poppins" w:cs="Poppins"/>
                <w:sz w:val="20"/>
              </w:rPr>
              <w:t>6,72 m2)</w:t>
            </w:r>
          </w:p>
        </w:tc>
        <w:tc>
          <w:tcPr>
            <w:tcW w:w="6101" w:type="dxa"/>
          </w:tcPr>
          <w:p w14:paraId="3EBDE9DB" w14:textId="77777777" w:rsidR="00F75899" w:rsidRDefault="009F7EC5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9F7EC5">
              <w:rPr>
                <w:rFonts w:ascii="Poppins" w:hAnsi="Poppins" w:cs="Poppins"/>
                <w:sz w:val="20"/>
              </w:rPr>
              <w:t>Pannello in polistirene espanso elasticizzato tipo EPS-T, in conformità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alla norma UNI 13163, stampato, a doppia densità per isolamento termico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ed acustico con superficie a bugne ed incastri perimetrali maschio –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femmina a forma cilindrica ed accoppiato con un film termoformato in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polistirene rigido spessore 0,6 mm.</w:t>
            </w:r>
          </w:p>
          <w:p w14:paraId="32660D45" w14:textId="77777777" w:rsidR="00F75899" w:rsidRDefault="00F75899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7D9BE0" w14:textId="42D64D73" w:rsidR="009F7EC5" w:rsidRPr="009F7EC5" w:rsidRDefault="009F7EC5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9F7EC5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39D1AADB" w14:textId="6BEC7257" w:rsidR="009F7EC5" w:rsidRPr="009F7EC5" w:rsidRDefault="009F7EC5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9F7EC5">
              <w:rPr>
                <w:rFonts w:ascii="Poppins" w:hAnsi="Poppins" w:cs="Poppins"/>
                <w:sz w:val="20"/>
              </w:rPr>
              <w:t>Rigidità dinamica:</w:t>
            </w:r>
            <w:r w:rsidR="00F75899"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&lt;</w:t>
            </w:r>
            <w:r w:rsidR="00F75899"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20 MN/m3/SD20 (EN 29052-1 / UNI EN 13163).</w:t>
            </w:r>
          </w:p>
          <w:p w14:paraId="3B945C2A" w14:textId="77777777" w:rsidR="009F7EC5" w:rsidRPr="00C80ADD" w:rsidRDefault="009F7EC5" w:rsidP="008C76B2">
            <w:pPr>
              <w:jc w:val="both"/>
              <w:rPr>
                <w:rFonts w:ascii="Poppins" w:hAnsi="Poppins" w:cs="Poppins"/>
                <w:sz w:val="20"/>
                <w:lang w:val="fr-FR"/>
              </w:rPr>
            </w:pPr>
            <w:r w:rsidRPr="00C80ADD">
              <w:rPr>
                <w:rFonts w:ascii="Poppins" w:hAnsi="Poppins" w:cs="Poppins"/>
                <w:sz w:val="20"/>
                <w:lang w:val="fr-FR"/>
              </w:rPr>
              <w:t>Comprimibilità: ≤  2 mm/CP2 (EN 12431 / UNI EN 13163)</w:t>
            </w:r>
          </w:p>
          <w:p w14:paraId="1D3249DA" w14:textId="6412ECD7" w:rsidR="00F75899" w:rsidRDefault="009F7EC5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9F7EC5">
              <w:rPr>
                <w:rFonts w:ascii="Poppins" w:hAnsi="Poppins" w:cs="Poppins"/>
                <w:sz w:val="20"/>
              </w:rPr>
              <w:t>Resistenza termica RD 0</w:t>
            </w:r>
            <w:r w:rsidR="00451706">
              <w:rPr>
                <w:rFonts w:ascii="Poppins" w:hAnsi="Poppins" w:cs="Poppins"/>
                <w:sz w:val="20"/>
              </w:rPr>
              <w:t>,</w:t>
            </w:r>
            <w:r w:rsidR="00C80ADD">
              <w:rPr>
                <w:rFonts w:ascii="Poppins" w:hAnsi="Poppins" w:cs="Poppins"/>
                <w:sz w:val="20"/>
              </w:rPr>
              <w:t>7</w:t>
            </w:r>
            <w:r w:rsidRPr="009F7EC5">
              <w:rPr>
                <w:rFonts w:ascii="Poppins" w:hAnsi="Poppins" w:cs="Poppins"/>
                <w:sz w:val="20"/>
              </w:rPr>
              <w:t>5 m2K/W, spessore lastra 30-2 mm e spessore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totale 51 mm.</w:t>
            </w:r>
          </w:p>
          <w:p w14:paraId="558ABACA" w14:textId="77777777" w:rsidR="00F75899" w:rsidRDefault="009F7EC5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9F7EC5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0FF7B113" w14:textId="1A074386" w:rsidR="00AB654C" w:rsidRDefault="009F7EC5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9F7EC5">
              <w:rPr>
                <w:rFonts w:ascii="Poppins" w:hAnsi="Poppins" w:cs="Poppins"/>
                <w:sz w:val="20"/>
              </w:rPr>
              <w:t>Dimensioni (mm)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7EC5">
              <w:rPr>
                <w:rFonts w:ascii="Poppins" w:hAnsi="Poppins" w:cs="Poppins"/>
                <w:sz w:val="20"/>
              </w:rPr>
              <w:t>1400x800x51, confezione da 6</w:t>
            </w:r>
            <w:r w:rsidR="00451706">
              <w:rPr>
                <w:rFonts w:ascii="Poppins" w:hAnsi="Poppins" w:cs="Poppins"/>
                <w:sz w:val="20"/>
              </w:rPr>
              <w:t>,</w:t>
            </w:r>
            <w:r w:rsidRPr="009F7EC5">
              <w:rPr>
                <w:rFonts w:ascii="Poppins" w:hAnsi="Poppins" w:cs="Poppins"/>
                <w:sz w:val="20"/>
              </w:rPr>
              <w:t>72 m2.</w:t>
            </w:r>
          </w:p>
          <w:p w14:paraId="2756C7F5" w14:textId="77777777" w:rsidR="009F7EC5" w:rsidRPr="00AB654C" w:rsidRDefault="009F7EC5" w:rsidP="008C76B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C50E60B" w14:textId="49842E2C" w:rsidR="00AB654C" w:rsidRPr="00C80ADD" w:rsidRDefault="00AB654C" w:rsidP="00451706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C80ADD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1672EF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C80ADD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451706">
              <w:rPr>
                <w:rFonts w:ascii="Poppins" w:hAnsi="Poppins" w:cs="Poppins"/>
                <w:b/>
                <w:sz w:val="20"/>
                <w:lang w:val="pt-BR"/>
              </w:rPr>
              <w:t>-</w:t>
            </w:r>
            <w:r w:rsidRPr="00C80ADD">
              <w:rPr>
                <w:rFonts w:ascii="Poppins" w:hAnsi="Poppins" w:cs="Poppins"/>
                <w:b/>
                <w:sz w:val="20"/>
                <w:lang w:val="pt-BR"/>
              </w:rPr>
              <w:t xml:space="preserve"> Modello </w:t>
            </w:r>
            <w:r w:rsidR="00451706" w:rsidRPr="00451706">
              <w:rPr>
                <w:rFonts w:ascii="Poppins" w:hAnsi="Poppins" w:cs="Poppins"/>
                <w:b/>
                <w:sz w:val="20"/>
                <w:lang w:val="pt-BR"/>
              </w:rPr>
              <w:t>Pannello fono-isolante Step Combi Floor</w:t>
            </w:r>
            <w:r w:rsidR="00451706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451706" w:rsidRPr="00451706">
              <w:rPr>
                <w:rFonts w:ascii="Poppins" w:hAnsi="Poppins" w:cs="Poppins"/>
                <w:b/>
                <w:sz w:val="20"/>
                <w:lang w:val="pt-BR"/>
              </w:rPr>
              <w:t>H30-2</w:t>
            </w:r>
            <w:r w:rsidR="00451706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451706" w:rsidRPr="00451706">
              <w:rPr>
                <w:rFonts w:ascii="Poppins" w:hAnsi="Poppins" w:cs="Poppins"/>
                <w:b/>
                <w:sz w:val="20"/>
                <w:lang w:val="pt-BR"/>
              </w:rPr>
              <w:t>(Conf. 6,72 m2)</w:t>
            </w:r>
            <w:r w:rsidR="00451706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C80ADD">
              <w:rPr>
                <w:rFonts w:ascii="Poppins" w:hAnsi="Poppins" w:cs="Poppins"/>
                <w:b/>
                <w:sz w:val="20"/>
                <w:lang w:val="pt-BR"/>
              </w:rPr>
              <w:t>o equivalente</w:t>
            </w:r>
            <w:r w:rsidR="009F7EC5" w:rsidRPr="00C80ADD">
              <w:rPr>
                <w:rFonts w:ascii="Poppins" w:hAnsi="Poppins" w:cs="Poppins"/>
                <w:b/>
                <w:sz w:val="20"/>
                <w:lang w:val="pt-BR"/>
              </w:rPr>
              <w:t>.</w:t>
            </w:r>
          </w:p>
        </w:tc>
      </w:tr>
      <w:tr w:rsidR="00223AAB" w:rsidRPr="004C6F17" w14:paraId="3DEF5977" w14:textId="77777777" w:rsidTr="00FD02BC">
        <w:tc>
          <w:tcPr>
            <w:tcW w:w="1311" w:type="dxa"/>
          </w:tcPr>
          <w:p w14:paraId="483D1442" w14:textId="41674414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1F6A9E4C" w14:textId="77777777" w:rsidR="00223AAB" w:rsidRPr="00844912" w:rsidRDefault="00223AAB" w:rsidP="00223AA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952DE40" w14:textId="58479FA0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4385B0BE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7ADA4A80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3691CC5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281663E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93C269A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3A19FC2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A7AD00F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48CAF95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38C2B2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091D8CB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636AB14" w14:textId="77777777" w:rsidR="00223AAB" w:rsidRPr="00844912" w:rsidRDefault="00223AAB" w:rsidP="008C76B2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A4DF51C" w14:textId="77777777" w:rsidR="00223AAB" w:rsidRPr="00844912" w:rsidRDefault="00223AAB" w:rsidP="008C76B2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BC0FAA7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55CBD73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1DCA405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88D12FC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71E05BE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5CF2CB4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7F2D7B2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A49AD7F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Lunghezza rotolo: 100 metri</w:t>
            </w:r>
          </w:p>
          <w:p w14:paraId="17918ED9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621C6AA" w14:textId="77777777" w:rsidR="00223AAB" w:rsidRPr="0084491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F952ED" w14:textId="18CF4B91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100 m o equivalente.</w:t>
            </w:r>
          </w:p>
        </w:tc>
      </w:tr>
      <w:tr w:rsidR="00223AAB" w:rsidRPr="004C6F17" w14:paraId="4B5C04A6" w14:textId="77777777" w:rsidTr="00FD02BC">
        <w:tc>
          <w:tcPr>
            <w:tcW w:w="1311" w:type="dxa"/>
          </w:tcPr>
          <w:p w14:paraId="2247FE61" w14:textId="0CB90677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0E1D4FB0" w14:textId="77777777" w:rsidR="00223AAB" w:rsidRPr="00844912" w:rsidRDefault="00223AAB" w:rsidP="00223AA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11E79952" w14:textId="1586CE35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24D39CBB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53080D5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0CB4F7C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2B5154C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57FEE8DD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9384178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E349AF8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329F808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1D1FDF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5CAD77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2778705" w14:textId="77777777" w:rsidR="00223AAB" w:rsidRPr="00844912" w:rsidRDefault="00223AAB" w:rsidP="008C76B2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E83AE06" w14:textId="77777777" w:rsidR="00223AAB" w:rsidRPr="00844912" w:rsidRDefault="00223AAB" w:rsidP="008C76B2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CB7E28A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57A911C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A1DDC39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6967D0D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6484FCA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F29B9B9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EC6B0AB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7746E62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08BB6C6A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93AC493" w14:textId="77777777" w:rsidR="00223AAB" w:rsidRPr="0084491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BE9B64" w14:textId="7E93F95D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200 m o equivalente.</w:t>
            </w:r>
          </w:p>
        </w:tc>
      </w:tr>
      <w:tr w:rsidR="00223AAB" w:rsidRPr="004C6F17" w14:paraId="163175D0" w14:textId="77777777" w:rsidTr="00FD02BC">
        <w:tc>
          <w:tcPr>
            <w:tcW w:w="1311" w:type="dxa"/>
          </w:tcPr>
          <w:p w14:paraId="242B2C6C" w14:textId="5CB82160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5D5976D4" w14:textId="77777777" w:rsidR="00223AAB" w:rsidRPr="00844912" w:rsidRDefault="00223AAB" w:rsidP="00223AA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5B149570" w14:textId="4C308E9D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79A94BE8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ED20415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9F37CC3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D06044D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ADFF868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D497FFB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7BF7DA0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8433ADD" w14:textId="77777777" w:rsidR="00223AAB" w:rsidRPr="00844912" w:rsidRDefault="00223AAB" w:rsidP="008C76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6362505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63730DF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E5A9ED2" w14:textId="77777777" w:rsidR="00223AAB" w:rsidRPr="00844912" w:rsidRDefault="00223AAB" w:rsidP="008C76B2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58BC6E3" w14:textId="77777777" w:rsidR="00223AAB" w:rsidRPr="00844912" w:rsidRDefault="00223AAB" w:rsidP="008C76B2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E59E22E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946F840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2AE5458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4E66412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599F7E8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C8694E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97CB000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F78C199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46A7DD01" w14:textId="77777777" w:rsidR="00223AAB" w:rsidRPr="00844912" w:rsidRDefault="00223AAB" w:rsidP="008C76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30D641B6" w14:textId="77777777" w:rsidR="00223AAB" w:rsidRPr="0084491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A65C57" w14:textId="26A3AE7F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500 m o equivalente.</w:t>
            </w:r>
          </w:p>
        </w:tc>
      </w:tr>
      <w:tr w:rsidR="00223AAB" w:rsidRPr="00F4606B" w14:paraId="307C68AB" w14:textId="77777777" w:rsidTr="00FD02BC">
        <w:tc>
          <w:tcPr>
            <w:tcW w:w="1311" w:type="dxa"/>
          </w:tcPr>
          <w:p w14:paraId="028157F3" w14:textId="2F99F557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1EE5C781" w14:textId="77777777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2511AA8A" w14:textId="70235EE0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2D5CEA59" w14:textId="77777777" w:rsidR="00223AAB" w:rsidRPr="00C01A2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60971386" w14:textId="77777777" w:rsidR="00223AAB" w:rsidRPr="00C01A2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D4E88E" w14:textId="77777777" w:rsidR="00223AAB" w:rsidRPr="00C01A2B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8EA4023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DAB7386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57BE2B4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6CB4D327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70156F1C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01546D67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1EF5AF02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5247A81C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22090AFC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4FF72862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57D51257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242D6C2C" w14:textId="77777777" w:rsidR="00223AAB" w:rsidRPr="00AB2EC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36698F" w14:textId="7D9BA248" w:rsidR="00223AAB" w:rsidRPr="00AB654C" w:rsidRDefault="00223AAB" w:rsidP="008C76B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F4606B" w14:paraId="55819EF3" w14:textId="77777777" w:rsidTr="00FD02BC">
        <w:tc>
          <w:tcPr>
            <w:tcW w:w="1311" w:type="dxa"/>
          </w:tcPr>
          <w:p w14:paraId="2FC83A2B" w14:textId="5D761B61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3E7B8E22" w14:textId="77777777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6AB1F064" w14:textId="250895C1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3F6B868F" w14:textId="77777777" w:rsidR="00223AAB" w:rsidRPr="00C01A2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B15E143" w14:textId="77777777" w:rsidR="00223AAB" w:rsidRPr="00C01A2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6F7B7E" w14:textId="77777777" w:rsidR="00223AAB" w:rsidRPr="00C01A2B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E15470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0B7100FE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093FBB83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6D093CA5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16687EA7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41CF981F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540BB3BA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5FFAD7EF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353AE536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F7805FC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2A8A6552" w14:textId="77777777" w:rsidR="00223AAB" w:rsidRPr="00C01A2B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A5DCD4A" w14:textId="77777777" w:rsidR="00223AAB" w:rsidRPr="00AB2EC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9991F8" w14:textId="1B9942D6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F4606B" w14:paraId="7C23F618" w14:textId="77777777" w:rsidTr="00FD02BC">
        <w:tc>
          <w:tcPr>
            <w:tcW w:w="1311" w:type="dxa"/>
          </w:tcPr>
          <w:p w14:paraId="68BBB188" w14:textId="319C76E0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5DA86D39" w14:textId="77777777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4562379B" w14:textId="21730CD5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45DE5D7E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7EB578B2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E44146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9A8D09A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3C578A4C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05616419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0449C86F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1D9B0A64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5FEA5D6B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3D0EA976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Coefficiente di dilatazione lineare: 0.14 mm/(m°C)</w:t>
            </w:r>
          </w:p>
          <w:p w14:paraId="7687FAAA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59A8540D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29AD6026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7B4E5B15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8092733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C1F6C1" w14:textId="623178A9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9230EA" w14:paraId="2C6536D6" w14:textId="77777777" w:rsidTr="00FD02BC">
        <w:tc>
          <w:tcPr>
            <w:tcW w:w="1311" w:type="dxa"/>
          </w:tcPr>
          <w:p w14:paraId="0AA4E877" w14:textId="4D3610BF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1C619098" w14:textId="77777777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EAA9304" w14:textId="65F4E7D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627A0419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7DFC2019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686A4C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CC2D254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390BCFDC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532019E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A74C3F2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2C8DE193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5A1382E4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39915166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16EC9777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0D7B68CE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2705FA1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3C11978E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9EFE3ED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EF6E3E" w14:textId="5307BD8F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9230EA" w14:paraId="2BF546E0" w14:textId="77777777" w:rsidTr="00FD02BC">
        <w:tc>
          <w:tcPr>
            <w:tcW w:w="1311" w:type="dxa"/>
          </w:tcPr>
          <w:p w14:paraId="7412F0AE" w14:textId="786EDF6C" w:rsidR="00223AAB" w:rsidRPr="00AB2EC2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12621B75" w14:textId="77777777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15A83F5F" w14:textId="58C41625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B1D1CA9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76E138DD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4F5C57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96385E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01FD41EC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Classi applicative / Pressione di esercizio (bar): Cl. 4/8 bar – 5/6 bar</w:t>
            </w:r>
          </w:p>
          <w:p w14:paraId="6BD6B10E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26535A61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6BF0231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48C41287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2507A122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0BD51E5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69FB8F09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72AB4C18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0933047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93D23C" w14:textId="19AFDB81" w:rsidR="00223AAB" w:rsidRPr="00AB2EC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9230EA" w14:paraId="486B93DE" w14:textId="77777777" w:rsidTr="00FD02BC">
        <w:tc>
          <w:tcPr>
            <w:tcW w:w="1311" w:type="dxa"/>
          </w:tcPr>
          <w:p w14:paraId="247B5A1B" w14:textId="1AB4A188" w:rsidR="00223AAB" w:rsidRPr="00AB2EC2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52C5E6A8" w14:textId="77777777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B3C7B1A" w14:textId="0D2EACA0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DE2324F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39B0AC3C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CC41BA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C0264CC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2E1B2FC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679C5552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3821A94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142A044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540B3E53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4E62C606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E53C625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2EE55DD9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304E1098" w14:textId="77777777" w:rsidR="00223AAB" w:rsidRPr="00CA6A43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DDF6AFD" w14:textId="77777777" w:rsidR="00223AAB" w:rsidRPr="00CA6A43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4B5E40" w14:textId="3F184899" w:rsidR="00223AAB" w:rsidRPr="00AB2EC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9230EA" w14:paraId="638C10D4" w14:textId="77777777" w:rsidTr="00FD02BC">
        <w:tc>
          <w:tcPr>
            <w:tcW w:w="1311" w:type="dxa"/>
          </w:tcPr>
          <w:p w14:paraId="6D7CAA99" w14:textId="7415C877" w:rsidR="00223AAB" w:rsidRPr="00AB2EC2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7B15789E" w14:textId="77777777" w:rsidR="00223AAB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62A9958F" w14:textId="01C135F2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52D5C9CF" w14:textId="25D90EEF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Additivo fluidificante per massetti, riducendo l’acqua di impasto si aumenta la resistenza meccanica e la conducibilità termica.</w:t>
            </w:r>
          </w:p>
          <w:p w14:paraId="6EABEAA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5519EC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5FD0614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582FD16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EDB7108" w14:textId="3D805D1E" w:rsidR="00223AAB" w:rsidRPr="00AB2EC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9230EA" w14:paraId="1EF37116" w14:textId="77777777" w:rsidTr="00FD02BC">
        <w:tc>
          <w:tcPr>
            <w:tcW w:w="1311" w:type="dxa"/>
          </w:tcPr>
          <w:p w14:paraId="0ED98783" w14:textId="717A298D" w:rsidR="00223AAB" w:rsidRPr="00AB2EC2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642028C5" w14:textId="77777777" w:rsidR="00223AAB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4A306862" w14:textId="40C8ED66" w:rsidR="00223AAB" w:rsidRPr="00AB2EC2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2B031CC9" w14:textId="131EAF5C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Additivo fluidificante per massetti, riducendo l’acqua di impasto si aumenta la resistenza meccanica e la conducibilità termica.</w:t>
            </w:r>
          </w:p>
          <w:p w14:paraId="317410EE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BA3FFE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035E2B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4E467DF6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E214F7E" w14:textId="015B2229" w:rsidR="00223AAB" w:rsidRPr="00AB2EC2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170AD8" w14:paraId="530F8937" w14:textId="77777777" w:rsidTr="00FD02BC">
        <w:tc>
          <w:tcPr>
            <w:tcW w:w="1311" w:type="dxa"/>
          </w:tcPr>
          <w:p w14:paraId="41F58263" w14:textId="70D9B8A5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6B8D7568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1AF3DE5C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D026BDD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0F0ED61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F71E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50EE87" w14:textId="77777777" w:rsidR="00223AAB" w:rsidRPr="00F73AD4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5DB7B98" w14:textId="77777777" w:rsidR="00223AAB" w:rsidRPr="00F73AD4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30216C28" w14:textId="77777777" w:rsidR="00223AAB" w:rsidRPr="00F73AD4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0D3F10A1" w14:textId="1B3A094E" w:rsidR="00223AAB" w:rsidRPr="00F73AD4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Densità (20°C): 1.025 ±0.1 kg/l</w:t>
            </w:r>
          </w:p>
          <w:p w14:paraId="476D98A6" w14:textId="77777777" w:rsidR="00223AAB" w:rsidRPr="00F73AD4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5285FFEE" w14:textId="77777777" w:rsidR="00223AAB" w:rsidRPr="00F73AD4" w:rsidRDefault="00223AAB" w:rsidP="008C76B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79B82F5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651CD2" w14:textId="29FC18CF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223AAB" w:rsidRPr="007E118F" w14:paraId="1605E88F" w14:textId="77777777" w:rsidTr="00FD02BC">
        <w:tc>
          <w:tcPr>
            <w:tcW w:w="1311" w:type="dxa"/>
          </w:tcPr>
          <w:p w14:paraId="160FF686" w14:textId="76D98DAB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131CCDF0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7955D840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E0E7687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3BE61D4B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05FE90A7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200184F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B146AC" w14:textId="77777777" w:rsidR="00223AAB" w:rsidRPr="00F85508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3F10243" w14:textId="1C83C79C" w:rsidR="00223AAB" w:rsidRPr="00F85508" w:rsidRDefault="00223AAB" w:rsidP="008C76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lastRenderedPageBreak/>
              <w:t>Aspetto: liquido limpido incolore – giallo</w:t>
            </w:r>
          </w:p>
          <w:p w14:paraId="3FF08CA5" w14:textId="77777777" w:rsidR="00223AAB" w:rsidRPr="00F85508" w:rsidRDefault="00223AAB" w:rsidP="008C76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0A507AA6" w14:textId="068D7016" w:rsidR="00223AAB" w:rsidRPr="00F85508" w:rsidRDefault="00223AAB" w:rsidP="008C76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Densità (20°C): 1.035 kg/l</w:t>
            </w:r>
          </w:p>
          <w:p w14:paraId="4C7DEA93" w14:textId="77777777" w:rsidR="00223AAB" w:rsidRPr="00F85508" w:rsidRDefault="00223AAB" w:rsidP="008C76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159CF30E" w14:textId="77777777" w:rsidR="00223AAB" w:rsidRPr="00F85508" w:rsidRDefault="00223AAB" w:rsidP="008C76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412517E8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BCE0BA" w14:textId="4713057C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:rsidRPr="00170AD8" w14:paraId="494204A4" w14:textId="77777777" w:rsidTr="00FD02BC">
        <w:tc>
          <w:tcPr>
            <w:tcW w:w="1311" w:type="dxa"/>
          </w:tcPr>
          <w:p w14:paraId="7BB77722" w14:textId="3229492D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74E902A9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7F547E85" w14:textId="2A17F9E4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7C9165C1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70F9A268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D87561" w14:textId="77777777" w:rsidR="00223AAB" w:rsidRPr="00265BF1" w:rsidRDefault="00223AAB" w:rsidP="008C76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21BDEFC" w14:textId="77777777" w:rsidR="00223AAB" w:rsidRPr="00265BF1" w:rsidRDefault="00223AAB" w:rsidP="008C76B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52462DBB" w14:textId="7B11A93F" w:rsidR="00223AAB" w:rsidRPr="00265BF1" w:rsidRDefault="00223AAB" w:rsidP="008C76B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Prevalenza H: 5 – 52 m.c.H2O</w:t>
            </w:r>
          </w:p>
          <w:p w14:paraId="69554402" w14:textId="77777777" w:rsidR="00223AAB" w:rsidRPr="00265BF1" w:rsidRDefault="00223AAB" w:rsidP="008C76B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071F0235" w14:textId="77777777" w:rsidR="00223AAB" w:rsidRPr="00265BF1" w:rsidRDefault="00223AAB" w:rsidP="008C76B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4BA459EF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B98577" w14:textId="7B1B05E1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0C630F3F" w14:textId="77777777" w:rsidTr="00FD02BC">
        <w:tc>
          <w:tcPr>
            <w:tcW w:w="1311" w:type="dxa"/>
          </w:tcPr>
          <w:p w14:paraId="04B8DC53" w14:textId="3F72205A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184FEAA0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4CE8AC01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048A6853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ADD4409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7587EFDF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0A3FB6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533B1324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1C5A26D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554AC4E" w14:textId="498FF87E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10E0EE3F" w14:textId="77777777" w:rsidTr="00FD02BC">
        <w:tc>
          <w:tcPr>
            <w:tcW w:w="1311" w:type="dxa"/>
          </w:tcPr>
          <w:p w14:paraId="4F4C8E5F" w14:textId="3DD453A0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262EC671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B7FAE0C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33186B04" w14:textId="1598E8FC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C8AACB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1F4CF62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8B154C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00BCDF2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68C89248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1A9C09" w14:textId="71A0D52E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663B9911" w14:textId="77777777" w:rsidTr="00FD02BC">
        <w:tc>
          <w:tcPr>
            <w:tcW w:w="1311" w:type="dxa"/>
          </w:tcPr>
          <w:p w14:paraId="2020ACB9" w14:textId="45458E45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186FBCA5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11A4B5AD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2E18A919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122725B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1189C8A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E28B79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70D89A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4D65DC4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79B5AD" w14:textId="57BF5944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33E2AB73" w14:textId="77777777" w:rsidTr="00FD02BC">
        <w:tc>
          <w:tcPr>
            <w:tcW w:w="1311" w:type="dxa"/>
          </w:tcPr>
          <w:p w14:paraId="176C1E9C" w14:textId="71F08682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28130486</w:t>
            </w:r>
          </w:p>
        </w:tc>
        <w:tc>
          <w:tcPr>
            <w:tcW w:w="2086" w:type="dxa"/>
          </w:tcPr>
          <w:p w14:paraId="33650AB6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4658A7BB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5A4912FE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33CF181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6409C66A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0DC79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39ADF79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61FF531C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8163E9" w14:textId="1B24466B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0D4F5D41" w14:textId="77777777" w:rsidTr="00FD02BC">
        <w:tc>
          <w:tcPr>
            <w:tcW w:w="1311" w:type="dxa"/>
          </w:tcPr>
          <w:p w14:paraId="19D83166" w14:textId="0E63F2EA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2B6AB72D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38020DB8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78EA39F7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65BDB8B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D023CBD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E0DEF3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52D5E445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BC928F" w14:textId="72A31CA8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639C71C7" w14:textId="77777777" w:rsidTr="00FD02BC">
        <w:tc>
          <w:tcPr>
            <w:tcW w:w="1311" w:type="dxa"/>
          </w:tcPr>
          <w:p w14:paraId="38B95045" w14:textId="70BBCE71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6FEBC45A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42D8A1EA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6C5F1211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F2B6533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ED6216E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CD52E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7AF13403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4678FE" w14:textId="126552BA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921DC" w14:paraId="57A3B4F0" w14:textId="77777777" w:rsidTr="00FD02BC">
        <w:tc>
          <w:tcPr>
            <w:tcW w:w="1311" w:type="dxa"/>
          </w:tcPr>
          <w:p w14:paraId="03C5C067" w14:textId="33014540" w:rsidR="004921DC" w:rsidRPr="00AB654C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509CCCEF" w14:textId="3B107F02" w:rsidR="004921DC" w:rsidRPr="00AB654C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2DB4DA58" w14:textId="77777777" w:rsidR="004921DC" w:rsidRPr="00F12594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0E293D63" w14:textId="77777777" w:rsidR="004921DC" w:rsidRPr="00F12594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5F24BA28" w14:textId="77777777" w:rsidR="004921DC" w:rsidRPr="00F12594" w:rsidRDefault="004921DC" w:rsidP="004921D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13A60E3" w14:textId="1F067D68" w:rsidR="004921DC" w:rsidRPr="00AB654C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7597B955" w14:textId="77777777" w:rsidTr="00FD02BC">
        <w:tc>
          <w:tcPr>
            <w:tcW w:w="1311" w:type="dxa"/>
          </w:tcPr>
          <w:p w14:paraId="3E61382D" w14:textId="0600D4C0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68EE7E1F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20696A31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071BA81B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B0CC02A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12CAE542" w14:textId="77777777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2539E93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CF764C3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E1743D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59353B79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6A377FC6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6E2DC19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590EC0" w14:textId="6C67D46E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73FB71F2" w14:textId="77777777" w:rsidTr="00FD02BC">
        <w:tc>
          <w:tcPr>
            <w:tcW w:w="1311" w:type="dxa"/>
          </w:tcPr>
          <w:p w14:paraId="58ADED0F" w14:textId="42F90282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2E431B83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5F832E2E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(in fogli)</w:t>
            </w:r>
          </w:p>
          <w:p w14:paraId="468F8063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A3D4277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6B2B834E" w14:textId="77777777" w:rsidR="00223AAB" w:rsidRPr="00F12594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236C49F8" w14:textId="65E21B6D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BC1D44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DBB7293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27461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Ø filo 3 mm a maglie 1000x100 mm</w:t>
            </w:r>
          </w:p>
          <w:p w14:paraId="0CB8041F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0A82DC1A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594285D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AEFBB7" w14:textId="6814A1DA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49D160DF" w14:textId="77777777" w:rsidTr="00FD02BC">
        <w:tc>
          <w:tcPr>
            <w:tcW w:w="1311" w:type="dxa"/>
          </w:tcPr>
          <w:p w14:paraId="43200A52" w14:textId="5269F6A4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28130048</w:t>
            </w:r>
          </w:p>
        </w:tc>
        <w:tc>
          <w:tcPr>
            <w:tcW w:w="2086" w:type="dxa"/>
          </w:tcPr>
          <w:p w14:paraId="3F38D4FD" w14:textId="02C1765F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7A2603D7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F6E596D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96A0F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5216BBE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4D329F4C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2A160A6A" w14:textId="6F96CAFF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50</w:t>
            </w:r>
          </w:p>
          <w:p w14:paraId="2A9A5C4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4FC8A7" w14:textId="7ED1D19F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1A298025" w14:textId="77777777" w:rsidTr="00FD02BC">
        <w:tc>
          <w:tcPr>
            <w:tcW w:w="1311" w:type="dxa"/>
          </w:tcPr>
          <w:p w14:paraId="104F4249" w14:textId="57E8D5BC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4BAE9740" w14:textId="6823C1E8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3A214F3B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2AE952F7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5420A0FA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02CC6918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E8822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50D4FF9C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165EE98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5230A792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02093E" w14:textId="2F995E3D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798E327D" w14:textId="77777777" w:rsidTr="00FD02BC">
        <w:tc>
          <w:tcPr>
            <w:tcW w:w="1311" w:type="dxa"/>
          </w:tcPr>
          <w:p w14:paraId="4525BF24" w14:textId="6D4D76AF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616F1148" w14:textId="4FCF0C50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1C659998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0C20F40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CFB21D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4DF0CE4A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77308B" w14:textId="2A26C45D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0F8AEF39" w14:textId="77777777" w:rsidTr="00FD02BC">
        <w:tc>
          <w:tcPr>
            <w:tcW w:w="1311" w:type="dxa"/>
          </w:tcPr>
          <w:p w14:paraId="5F33D820" w14:textId="5E58B1A3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46D42BAF" w14:textId="0BA391E2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7C0A2309" w14:textId="77777777" w:rsidR="00223AAB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2BEEF9FF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F96A81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4077998D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D3B9C8" w14:textId="474A8306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23AAB" w14:paraId="79E322A1" w14:textId="77777777" w:rsidTr="00FD02BC">
        <w:tc>
          <w:tcPr>
            <w:tcW w:w="1311" w:type="dxa"/>
          </w:tcPr>
          <w:p w14:paraId="60080EB6" w14:textId="33CF8076" w:rsidR="00223AAB" w:rsidRPr="00AB654C" w:rsidRDefault="00223AAB" w:rsidP="008C76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28130041</w:t>
            </w:r>
          </w:p>
        </w:tc>
        <w:tc>
          <w:tcPr>
            <w:tcW w:w="2086" w:type="dxa"/>
          </w:tcPr>
          <w:p w14:paraId="30294505" w14:textId="5CD7F98E" w:rsidR="00223AAB" w:rsidRPr="00AB654C" w:rsidRDefault="00223AAB" w:rsidP="00223A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275D7EEF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48DB6619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23E8ADAB" w14:textId="77777777" w:rsidR="00223AAB" w:rsidRPr="00F12594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C9DAFF" w14:textId="305B31C5" w:rsidR="00223AAB" w:rsidRPr="00AB654C" w:rsidRDefault="00223AAB" w:rsidP="008C76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921DC" w14:paraId="67EE201B" w14:textId="77777777" w:rsidTr="00FD02BC">
        <w:tc>
          <w:tcPr>
            <w:tcW w:w="1311" w:type="dxa"/>
          </w:tcPr>
          <w:p w14:paraId="0FCF908F" w14:textId="4CFFE547" w:rsidR="004921DC" w:rsidRPr="00F12594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100BAEA3" w14:textId="77777777" w:rsidR="004921DC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28E96C2F" w14:textId="2B374E86" w:rsidR="004921DC" w:rsidRPr="00F12594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3CC4413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4E5C34C3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42610EF5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8798FC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0D04B612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E7FD53" w14:textId="08C97EB3" w:rsidR="004921DC" w:rsidRPr="00F12594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4921DC" w14:paraId="03BE4C61" w14:textId="77777777" w:rsidTr="00FD02BC">
        <w:tc>
          <w:tcPr>
            <w:tcW w:w="1311" w:type="dxa"/>
          </w:tcPr>
          <w:p w14:paraId="2A62A29A" w14:textId="350E484F" w:rsidR="004921DC" w:rsidRPr="00F12594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7FF8C9C6" w14:textId="77777777" w:rsidR="004921DC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2504C3E4" w14:textId="0661B149" w:rsidR="004921DC" w:rsidRPr="00F12594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6CDAF6D6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273C6E39" w14:textId="77777777" w:rsidR="004921DC" w:rsidRPr="00515EE8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DBC26B" w14:textId="545D4B8F" w:rsidR="004921DC" w:rsidRPr="00F12594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4921DC" w14:paraId="6D7E35BD" w14:textId="77777777" w:rsidTr="00FD02BC">
        <w:tc>
          <w:tcPr>
            <w:tcW w:w="1311" w:type="dxa"/>
          </w:tcPr>
          <w:p w14:paraId="19B46AF5" w14:textId="19791076" w:rsidR="004921DC" w:rsidRPr="00AB654C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39780535" w14:textId="4AAF5311" w:rsidR="004921DC" w:rsidRPr="00AB654C" w:rsidRDefault="004921DC" w:rsidP="004921DC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3D0B7DD8" w14:textId="06F6953F" w:rsidR="004921DC" w:rsidRPr="00F12594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CE7A8A6" w14:textId="77777777" w:rsidR="004921DC" w:rsidRPr="00F12594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977C09" w14:textId="5E3DD8B2" w:rsidR="004921DC" w:rsidRPr="00AB654C" w:rsidRDefault="004921DC" w:rsidP="004921DC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F7B6FE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4CBB6" w14:textId="77777777" w:rsidR="005F272F" w:rsidRDefault="005F272F">
      <w:r>
        <w:separator/>
      </w:r>
    </w:p>
  </w:endnote>
  <w:endnote w:type="continuationSeparator" w:id="0">
    <w:p w14:paraId="0C5884AA" w14:textId="77777777" w:rsidR="005F272F" w:rsidRDefault="005F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12E3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558CDF4" w14:textId="77777777" w:rsidTr="004706FD">
      <w:tc>
        <w:tcPr>
          <w:tcW w:w="4534" w:type="dxa"/>
        </w:tcPr>
        <w:p w14:paraId="18C06190" w14:textId="3A1B9FC0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>
            <w:rPr>
              <w:rFonts w:ascii="Poppins" w:hAnsi="Poppins" w:cs="Poppins"/>
              <w:iCs/>
              <w:noProof/>
              <w:sz w:val="16"/>
            </w:rPr>
            <w:t xml:space="preserve">Sistema </w:t>
          </w:r>
          <w:r w:rsidR="0005651D">
            <w:rPr>
              <w:rFonts w:ascii="Poppins" w:hAnsi="Poppins" w:cs="Poppins"/>
              <w:iCs/>
              <w:noProof/>
              <w:sz w:val="16"/>
            </w:rPr>
            <w:t>Step</w:t>
          </w:r>
          <w:r w:rsidR="00AB654C">
            <w:rPr>
              <w:rFonts w:ascii="Poppins" w:hAnsi="Poppins" w:cs="Poppins"/>
              <w:iCs/>
              <w:noProof/>
              <w:sz w:val="16"/>
            </w:rPr>
            <w:t xml:space="preserve"> Combi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76B95A6" w14:textId="08856FD0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51706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E202E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B8363D2" wp14:editId="7A996FB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0A1F" w14:textId="77777777" w:rsidR="005F272F" w:rsidRDefault="005F272F">
      <w:r>
        <w:separator/>
      </w:r>
    </w:p>
  </w:footnote>
  <w:footnote w:type="continuationSeparator" w:id="0">
    <w:p w14:paraId="42E1B138" w14:textId="77777777" w:rsidR="005F272F" w:rsidRDefault="005F2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4D4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9709F5" wp14:editId="036602B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5E0EF3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145067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397629">
    <w:abstractNumId w:val="12"/>
  </w:num>
  <w:num w:numId="2" w16cid:durableId="1942176692">
    <w:abstractNumId w:val="11"/>
  </w:num>
  <w:num w:numId="3" w16cid:durableId="650451200">
    <w:abstractNumId w:val="4"/>
  </w:num>
  <w:num w:numId="4" w16cid:durableId="1570388216">
    <w:abstractNumId w:val="3"/>
  </w:num>
  <w:num w:numId="5" w16cid:durableId="1515654941">
    <w:abstractNumId w:val="8"/>
  </w:num>
  <w:num w:numId="6" w16cid:durableId="1428382932">
    <w:abstractNumId w:val="7"/>
  </w:num>
  <w:num w:numId="7" w16cid:durableId="1129979299">
    <w:abstractNumId w:val="5"/>
  </w:num>
  <w:num w:numId="8" w16cid:durableId="1497578042">
    <w:abstractNumId w:val="7"/>
  </w:num>
  <w:num w:numId="9" w16cid:durableId="316539910">
    <w:abstractNumId w:val="0"/>
  </w:num>
  <w:num w:numId="10" w16cid:durableId="1332833344">
    <w:abstractNumId w:val="7"/>
  </w:num>
  <w:num w:numId="11" w16cid:durableId="518200290">
    <w:abstractNumId w:val="17"/>
  </w:num>
  <w:num w:numId="12" w16cid:durableId="1531407098">
    <w:abstractNumId w:val="20"/>
  </w:num>
  <w:num w:numId="13" w16cid:durableId="1232614251">
    <w:abstractNumId w:val="16"/>
  </w:num>
  <w:num w:numId="14" w16cid:durableId="528951967">
    <w:abstractNumId w:val="6"/>
  </w:num>
  <w:num w:numId="15" w16cid:durableId="986055708">
    <w:abstractNumId w:val="18"/>
  </w:num>
  <w:num w:numId="16" w16cid:durableId="20937418">
    <w:abstractNumId w:val="22"/>
  </w:num>
  <w:num w:numId="17" w16cid:durableId="316149701">
    <w:abstractNumId w:val="23"/>
  </w:num>
  <w:num w:numId="18" w16cid:durableId="1327199428">
    <w:abstractNumId w:val="19"/>
  </w:num>
  <w:num w:numId="19" w16cid:durableId="281885465">
    <w:abstractNumId w:val="1"/>
  </w:num>
  <w:num w:numId="20" w16cid:durableId="1775859746">
    <w:abstractNumId w:val="2"/>
  </w:num>
  <w:num w:numId="21" w16cid:durableId="387187618">
    <w:abstractNumId w:val="9"/>
  </w:num>
  <w:num w:numId="22" w16cid:durableId="135297965">
    <w:abstractNumId w:val="10"/>
  </w:num>
  <w:num w:numId="23" w16cid:durableId="366487326">
    <w:abstractNumId w:val="14"/>
  </w:num>
  <w:num w:numId="24" w16cid:durableId="1114406079">
    <w:abstractNumId w:val="21"/>
  </w:num>
  <w:num w:numId="25" w16cid:durableId="273946263">
    <w:abstractNumId w:val="24"/>
  </w:num>
  <w:num w:numId="26" w16cid:durableId="1871381351">
    <w:abstractNumId w:val="15"/>
  </w:num>
  <w:num w:numId="27" w16cid:durableId="19602622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651D"/>
    <w:rsid w:val="00066F41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672EF"/>
    <w:rsid w:val="00171DAE"/>
    <w:rsid w:val="00176AFC"/>
    <w:rsid w:val="00195A49"/>
    <w:rsid w:val="001D365F"/>
    <w:rsid w:val="001E6403"/>
    <w:rsid w:val="001F782F"/>
    <w:rsid w:val="00211B8D"/>
    <w:rsid w:val="00223AAB"/>
    <w:rsid w:val="0023000E"/>
    <w:rsid w:val="002346C2"/>
    <w:rsid w:val="00264BCF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5710"/>
    <w:rsid w:val="00372ECE"/>
    <w:rsid w:val="003770A7"/>
    <w:rsid w:val="003D49C4"/>
    <w:rsid w:val="003D4BE3"/>
    <w:rsid w:val="004272FC"/>
    <w:rsid w:val="00433C12"/>
    <w:rsid w:val="0044592F"/>
    <w:rsid w:val="00447EFC"/>
    <w:rsid w:val="0045086E"/>
    <w:rsid w:val="00451706"/>
    <w:rsid w:val="004706FD"/>
    <w:rsid w:val="00474537"/>
    <w:rsid w:val="0048382E"/>
    <w:rsid w:val="004921DC"/>
    <w:rsid w:val="004F1A26"/>
    <w:rsid w:val="005235FA"/>
    <w:rsid w:val="00525BAE"/>
    <w:rsid w:val="00530F9B"/>
    <w:rsid w:val="005315F1"/>
    <w:rsid w:val="00534112"/>
    <w:rsid w:val="00536743"/>
    <w:rsid w:val="00562E55"/>
    <w:rsid w:val="00584984"/>
    <w:rsid w:val="005C61B9"/>
    <w:rsid w:val="005E1169"/>
    <w:rsid w:val="005F272F"/>
    <w:rsid w:val="006015C2"/>
    <w:rsid w:val="006040F5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62AE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A2C0A"/>
    <w:rsid w:val="008B5587"/>
    <w:rsid w:val="008C2F88"/>
    <w:rsid w:val="008C76B2"/>
    <w:rsid w:val="00904071"/>
    <w:rsid w:val="009059BB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7EC5"/>
    <w:rsid w:val="00A04235"/>
    <w:rsid w:val="00A06A5E"/>
    <w:rsid w:val="00A216E2"/>
    <w:rsid w:val="00A3544A"/>
    <w:rsid w:val="00A62A77"/>
    <w:rsid w:val="00A64E59"/>
    <w:rsid w:val="00A743FF"/>
    <w:rsid w:val="00A74C5F"/>
    <w:rsid w:val="00AB654C"/>
    <w:rsid w:val="00AC0741"/>
    <w:rsid w:val="00AD05EC"/>
    <w:rsid w:val="00AD1706"/>
    <w:rsid w:val="00AF350C"/>
    <w:rsid w:val="00B406A9"/>
    <w:rsid w:val="00B566CF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0ADD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87A4D"/>
    <w:rsid w:val="00D902A4"/>
    <w:rsid w:val="00DA3646"/>
    <w:rsid w:val="00DD2E16"/>
    <w:rsid w:val="00DE5C0B"/>
    <w:rsid w:val="00E07577"/>
    <w:rsid w:val="00E17A38"/>
    <w:rsid w:val="00E36C49"/>
    <w:rsid w:val="00E42389"/>
    <w:rsid w:val="00E50A22"/>
    <w:rsid w:val="00E5632D"/>
    <w:rsid w:val="00E64288"/>
    <w:rsid w:val="00E94BE3"/>
    <w:rsid w:val="00EA01C8"/>
    <w:rsid w:val="00EB33B9"/>
    <w:rsid w:val="00EC29FF"/>
    <w:rsid w:val="00ED24CF"/>
    <w:rsid w:val="00EF3A96"/>
    <w:rsid w:val="00EF73E5"/>
    <w:rsid w:val="00F50F65"/>
    <w:rsid w:val="00F53758"/>
    <w:rsid w:val="00F60A08"/>
    <w:rsid w:val="00F75899"/>
    <w:rsid w:val="00FB78D5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81A4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2599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17385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2025-01-15T15:37:00Z</dcterms:created>
  <dcterms:modified xsi:type="dcterms:W3CDTF">2025-01-16T09:38:00Z</dcterms:modified>
</cp:coreProperties>
</file>